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ED2F7" w14:textId="2293E615" w:rsidR="0032693C" w:rsidRDefault="008E0C7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3040191" wp14:editId="693D2CCB">
                <wp:simplePos x="0" y="0"/>
                <wp:positionH relativeFrom="column">
                  <wp:posOffset>325120</wp:posOffset>
                </wp:positionH>
                <wp:positionV relativeFrom="paragraph">
                  <wp:posOffset>290830</wp:posOffset>
                </wp:positionV>
                <wp:extent cx="1281430" cy="1384935"/>
                <wp:effectExtent l="0" t="0" r="0" b="5715"/>
                <wp:wrapSquare wrapText="bothSides"/>
                <wp:docPr id="91833255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1430" cy="13849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EC2C1" w14:textId="3C7D7A94" w:rsidR="008E0C72" w:rsidRDefault="00AE5A1B" w:rsidP="008E0C72">
                            <w:r>
                              <w:fldChar w:fldCharType="begin"/>
                            </w:r>
                            <w:r>
                              <w:instrText xml:space="preserve"> INCLUDEPICTURE  "</w:instrText>
                            </w:r>
                            <w:fldSimple w:instr=" MERGEFIELD 照片 ">
                              <w:r w:rsidR="00AF43A2">
                                <w:rPr>
                                  <w:noProof/>
                                </w:rPr>
                                <w:instrText>张伟.png</w:instrText>
                              </w:r>
                            </w:fldSimple>
                            <w:r>
                              <w:instrText xml:space="preserve">"  \* MERGEFORMAT </w:instrText>
                            </w:r>
                            <w:r>
                              <w:fldChar w:fldCharType="separate"/>
                            </w:r>
                            <w:r w:rsidR="00AF43A2">
                              <w:fldChar w:fldCharType="begin"/>
                            </w:r>
                            <w:r w:rsidR="00AF43A2">
                              <w:instrText xml:space="preserve"> </w:instrText>
                            </w:r>
                            <w:r w:rsidR="00AF43A2">
                              <w:instrText>INCLUDEPICTURE  \d "D:\\Users\\YY7000\\3D Objects\\Desktop\\word</w:instrText>
                            </w:r>
                            <w:r w:rsidR="00AF43A2">
                              <w:instrText>邮箱合并</w:instrText>
                            </w:r>
                            <w:r w:rsidR="00AF43A2">
                              <w:instrText>\\</w:instrText>
                            </w:r>
                            <w:r w:rsidR="00AF43A2">
                              <w:instrText>张伟</w:instrText>
                            </w:r>
                            <w:r w:rsidR="00AF43A2">
                              <w:instrText>.png" \* MERGEFORMATINET</w:instrText>
                            </w:r>
                            <w:r w:rsidR="00AF43A2">
                              <w:instrText xml:space="preserve"> </w:instrText>
                            </w:r>
                            <w:r w:rsidR="00AF43A2">
                              <w:fldChar w:fldCharType="separate"/>
                            </w:r>
                            <w:r w:rsidR="00AF43A2">
                              <w:pict w14:anchorId="4FC5E54A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86.8pt;height:99.05pt">
                                  <v:imagedata r:id="rId4"/>
                                  <o:lock v:ext="edit" aspectratio="f"/>
                                </v:shape>
                              </w:pict>
                            </w:r>
                            <w:r w:rsidR="00AF43A2"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040191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25.6pt;margin-top:22.9pt;width:100.9pt;height:109.05pt;z-index:25166643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" filled="f" stroked="f">
                <v:textbox style="mso-fit-shape-to-text:t">
                  <w:txbxContent>
                    <w:p w14:paraId="583EC2C1" w14:textId="3C7D7A94" w:rsidR="008E0C72" w:rsidRDefault="00AE5A1B" w:rsidP="008E0C72">
                      <w:r>
                        <w:fldChar w:fldCharType="begin"/>
                      </w:r>
                      <w:r>
                        <w:instrText xml:space="preserve"> INCLUDEPICTURE  "</w:instrText>
                      </w:r>
                      <w:fldSimple w:instr=" MERGEFIELD 照片 ">
                        <w:r w:rsidR="00AF43A2">
                          <w:rPr>
                            <w:noProof/>
                          </w:rPr>
                          <w:instrText>张伟.png</w:instrText>
                        </w:r>
                      </w:fldSimple>
                      <w:r>
                        <w:instrText xml:space="preserve">"  \* MERGEFORMAT </w:instrText>
                      </w:r>
                      <w:r>
                        <w:fldChar w:fldCharType="separate"/>
                      </w:r>
                      <w:r w:rsidR="00AF43A2">
                        <w:fldChar w:fldCharType="begin"/>
                      </w:r>
                      <w:r w:rsidR="00AF43A2">
                        <w:instrText xml:space="preserve"> </w:instrText>
                      </w:r>
                      <w:r w:rsidR="00AF43A2">
                        <w:instrText>INCLUDEPICTURE  \d "D:\\Users\\YY7000\\3D Objects\\Desktop\\word</w:instrText>
                      </w:r>
                      <w:r w:rsidR="00AF43A2">
                        <w:instrText>邮箱合并</w:instrText>
                      </w:r>
                      <w:r w:rsidR="00AF43A2">
                        <w:instrText>\\</w:instrText>
                      </w:r>
                      <w:r w:rsidR="00AF43A2">
                        <w:instrText>张伟</w:instrText>
                      </w:r>
                      <w:r w:rsidR="00AF43A2">
                        <w:instrText>.png" \* MERGEFORMATINET</w:instrText>
                      </w:r>
                      <w:r w:rsidR="00AF43A2">
                        <w:instrText xml:space="preserve"> </w:instrText>
                      </w:r>
                      <w:r w:rsidR="00AF43A2">
                        <w:fldChar w:fldCharType="separate"/>
                      </w:r>
                      <w:r w:rsidR="00AF43A2">
                        <w:pict w14:anchorId="4FC5E54A">
                          <v:shape id="_x0000_i1026" type="#_x0000_t75" style="width:86.8pt;height:99.05pt">
                            <v:imagedata r:id="rId5"/>
                            <o:lock v:ext="edit" aspectratio="f"/>
                          </v:shape>
                        </w:pict>
                      </w:r>
                      <w:r w:rsidR="00AF43A2">
                        <w:fldChar w:fldCharType="end"/>
                      </w:r>
                      <w: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7F1A8D4" wp14:editId="39558C0B">
                <wp:simplePos x="0" y="0"/>
                <wp:positionH relativeFrom="column">
                  <wp:posOffset>734291</wp:posOffset>
                </wp:positionH>
                <wp:positionV relativeFrom="paragraph">
                  <wp:posOffset>2713239</wp:posOffset>
                </wp:positionV>
                <wp:extent cx="741045" cy="295910"/>
                <wp:effectExtent l="0" t="0" r="0" b="0"/>
                <wp:wrapSquare wrapText="bothSides"/>
                <wp:docPr id="3403294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23733B" w14:textId="6F311D49" w:rsidR="008E0C72" w:rsidRDefault="00AE5A1B" w:rsidP="008E0C72">
                            <w:fldSimple w:instr=" MERGEFIELD 学号 ">
                              <w:r w:rsidR="00AF43A2">
                                <w:rPr>
                                  <w:noProof/>
                                </w:rPr>
                                <w:t>20230001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1A8D4" id="_x0000_s1027" type="#_x0000_t202" style="position:absolute;margin-left:57.8pt;margin-top:213.65pt;width:58.35pt;height:23.3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" filled="f" stroked="f">
                <v:textbox>
                  <w:txbxContent>
                    <w:p w14:paraId="0923733B" w14:textId="6F311D49" w:rsidR="008E0C72" w:rsidRDefault="00AE5A1B" w:rsidP="008E0C72">
                      <w:fldSimple w:instr=" MERGEFIELD 学号 ">
                        <w:r w:rsidR="00AF43A2">
                          <w:rPr>
                            <w:noProof/>
                          </w:rPr>
                          <w:t>20230001</w:t>
                        </w:r>
                      </w:fldSimple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417DD42" wp14:editId="4F1DE009">
                <wp:simplePos x="0" y="0"/>
                <wp:positionH relativeFrom="column">
                  <wp:posOffset>734291</wp:posOffset>
                </wp:positionH>
                <wp:positionV relativeFrom="paragraph">
                  <wp:posOffset>2415366</wp:posOffset>
                </wp:positionV>
                <wp:extent cx="741045" cy="295910"/>
                <wp:effectExtent l="0" t="0" r="0" b="0"/>
                <wp:wrapSquare wrapText="bothSides"/>
                <wp:docPr id="197723541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0BC89" w14:textId="315FBE9F" w:rsidR="008E0C72" w:rsidRDefault="00AE5A1B" w:rsidP="008E0C72">
                            <w:fldSimple w:instr=" MERGEFIELD 班级 ">
                              <w:r w:rsidR="00AF43A2">
                                <w:rPr>
                                  <w:noProof/>
                                </w:rPr>
                                <w:t>高一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7DD42" id="_x0000_s1028" type="#_x0000_t202" style="position:absolute;margin-left:57.8pt;margin-top:190.2pt;width:58.35pt;height:23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" filled="f" stroked="f">
                <v:textbox>
                  <w:txbxContent>
                    <w:p w14:paraId="4A20BC89" w14:textId="315FBE9F" w:rsidR="008E0C72" w:rsidRDefault="00AE5A1B" w:rsidP="008E0C72">
                      <w:fldSimple w:instr=" MERGEFIELD 班级 ">
                        <w:r w:rsidR="00AF43A2">
                          <w:rPr>
                            <w:noProof/>
                          </w:rPr>
                          <w:t>高一</w:t>
                        </w:r>
                      </w:fldSimple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556ACF3" wp14:editId="2F64A8F0">
                <wp:simplePos x="0" y="0"/>
                <wp:positionH relativeFrom="column">
                  <wp:posOffset>734117</wp:posOffset>
                </wp:positionH>
                <wp:positionV relativeFrom="paragraph">
                  <wp:posOffset>2119226</wp:posOffset>
                </wp:positionV>
                <wp:extent cx="741045" cy="295910"/>
                <wp:effectExtent l="0" t="0" r="0" b="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1045" cy="295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04DFE4" w14:textId="721F36E0" w:rsidR="008E0C72" w:rsidRDefault="00AE5A1B">
                            <w:fldSimple w:instr=" MERGEFIELD 姓名 ">
                              <w:r w:rsidR="00AF43A2">
                                <w:rPr>
                                  <w:noProof/>
                                </w:rPr>
                                <w:t>张伟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6ACF3" id="_x0000_s1029" type="#_x0000_t202" style="position:absolute;margin-left:57.8pt;margin-top:166.85pt;width:58.35pt;height:23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" filled="f" stroked="f">
                <v:textbox>
                  <w:txbxContent>
                    <w:p w14:paraId="5F04DFE4" w14:textId="721F36E0" w:rsidR="008E0C72" w:rsidRDefault="00AE5A1B">
                      <w:fldSimple w:instr=" MERGEFIELD 姓名 ">
                        <w:r w:rsidR="00AF43A2">
                          <w:rPr>
                            <w:noProof/>
                          </w:rPr>
                          <w:t>张伟</w:t>
                        </w:r>
                      </w:fldSimple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6EEBCD3" wp14:editId="2EE44512">
            <wp:simplePos x="0" y="0"/>
            <wp:positionH relativeFrom="column">
              <wp:posOffset>0</wp:posOffset>
            </wp:positionH>
            <wp:positionV relativeFrom="paragraph">
              <wp:posOffset>41564</wp:posOffset>
            </wp:positionV>
            <wp:extent cx="1944628" cy="3078486"/>
            <wp:effectExtent l="0" t="0" r="0" b="7620"/>
            <wp:wrapNone/>
            <wp:docPr id="321090572" name="图片 1" descr="图片包含 图标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090572" name="图片 1" descr="图片包含 图标&#10;&#10;描述已自动生成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4628" cy="30784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269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attachedTemplate r:id="rId1"/>
  <w:mailMerge>
    <w:mainDocumentType w:val="formLetters"/>
    <w:linkToQuery/>
    <w:dataType w:val="native"/>
    <w:connectString w:val="Provider=Microsoft.ACE.OLEDB.12.0;User ID=Admin;Data Source=D:\Users\YY7000\3D Objects\Desktop\word邮箱合并\学生信息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2"/>
    <w:viewMergedData/>
    <w:odso>
      <w:udl w:val="Provider=Microsoft.ACE.OLEDB.12.0;User ID=Admin;Data Source=D:\Users\YY7000\3D Objects\Desktop\word邮箱合并\学生信息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3"/>
      <w:colDelim w:val="9"/>
      <w:type w:val="database"/>
      <w:fHdr/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type w:val="dbColumn"/>
        <w:name w:val="姓名"/>
        <w:mappedName w:val="姓氏"/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  <w:fieldMapData>
        <w:column w:val="0"/>
        <w:lid w:val="zh-CN"/>
      </w:fieldMapData>
    </w:odso>
  </w:mailMerge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C72"/>
    <w:rsid w:val="0019036A"/>
    <w:rsid w:val="0032693C"/>
    <w:rsid w:val="003A3E97"/>
    <w:rsid w:val="006A0B0D"/>
    <w:rsid w:val="006E2D2F"/>
    <w:rsid w:val="007B2482"/>
    <w:rsid w:val="008A341C"/>
    <w:rsid w:val="008E0C72"/>
    <w:rsid w:val="00A34FB2"/>
    <w:rsid w:val="00AE5A1B"/>
    <w:rsid w:val="00AF43A2"/>
    <w:rsid w:val="00CC6C4F"/>
    <w:rsid w:val="00CF1360"/>
    <w:rsid w:val="00DD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202A52B"/>
  <w15:chartTrackingRefBased/>
  <w15:docId w15:val="{90EE3263-291C-4904-AFDA-E559A1C1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C72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2693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69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693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693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693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693C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693C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693C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693C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2693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269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269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2693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2693C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32693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2693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2693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2693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2693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269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2693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2693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269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2693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2693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2693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269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2693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269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image" Target="&#24352;&#20255;.png" TargetMode="External"/><Relationship Id="rId4" Type="http://schemas.openxmlformats.org/officeDocument/2006/relationships/image" Target="&#24352;&#20255;.png" TargetMode="Externa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D:\Users\YY7000\3D%20Objects\Desktop\word&#37038;&#31665;&#21512;&#24182;\&#23398;&#29983;&#20449;&#24687;.xlsx" TargetMode="External"/><Relationship Id="rId2" Type="http://schemas.openxmlformats.org/officeDocument/2006/relationships/mailMergeSource" Target="file:///D:\Users\YY7000\3D%20Objects\Desktop\word&#37038;&#31665;&#21512;&#24182;\&#23398;&#29983;&#20449;&#24687;.xlsx" TargetMode="External"/><Relationship Id="rId1" Type="http://schemas.openxmlformats.org/officeDocument/2006/relationships/attachedTemplate" Target="file:///D:\Users\YY7000\3D%20Objects\Desktop\word&#37038;&#31665;&#21512;&#24182;\&#23398;&#29983;&#35777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学生证模板.dotx</Template>
  <TotalTime>19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YY7000</dc:creator>
  <cp:keywords/>
  <dc:description/>
  <cp:lastModifiedBy>y y</cp:lastModifiedBy>
  <cp:revision>6</cp:revision>
  <dcterms:created xsi:type="dcterms:W3CDTF">2024-10-27T06:03:00Z</dcterms:created>
  <dcterms:modified xsi:type="dcterms:W3CDTF">2024-10-27T06:32:00Z</dcterms:modified>
</cp:coreProperties>
</file>